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4692"/>
        <w:gridCol w:w="4428"/>
      </w:tblGrid>
      <w:tr w:rsidR="00A804CC">
        <w:tc>
          <w:tcPr>
            <w:tcW w:w="4692" w:type="dxa"/>
          </w:tcPr>
          <w:p w:rsidR="00A804CC" w:rsidRDefault="00A804CC">
            <w:pPr>
              <w:spacing w:line="120" w:lineRule="exact"/>
              <w:jc w:val="left"/>
            </w:pPr>
          </w:p>
          <w:p w:rsidR="00DF7B86" w:rsidRDefault="00A666E7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jc w:val="left"/>
            </w:pPr>
            <w:bookmarkStart w:id="0" w:name="sub_committee"/>
            <w:bookmarkStart w:id="1" w:name="session"/>
            <w:bookmarkEnd w:id="0"/>
            <w:bookmarkEnd w:id="1"/>
            <w:r>
              <w:t>IMO/IHO HARMONIZATION GROUP ON</w:t>
            </w:r>
            <w:r>
              <w:br/>
              <w:t>DATA MODELLING</w:t>
            </w:r>
          </w:p>
          <w:p w:rsidR="00A804CC" w:rsidRDefault="00A804CC" w:rsidP="00A666E7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58"/>
              <w:jc w:val="left"/>
            </w:pPr>
            <w:r>
              <w:t xml:space="preserve">Agenda item </w:t>
            </w:r>
            <w:bookmarkStart w:id="2" w:name="agenda"/>
            <w:bookmarkEnd w:id="2"/>
            <w:r w:rsidR="00A666E7">
              <w:t>5</w:t>
            </w:r>
          </w:p>
        </w:tc>
        <w:tc>
          <w:tcPr>
            <w:tcW w:w="4428" w:type="dxa"/>
          </w:tcPr>
          <w:p w:rsidR="00A804CC" w:rsidRDefault="00A804CC">
            <w:pPr>
              <w:spacing w:line="120" w:lineRule="exact"/>
              <w:jc w:val="right"/>
            </w:pPr>
          </w:p>
          <w:p w:rsidR="00DF7B86" w:rsidRDefault="00A666E7">
            <w:pPr>
              <w:tabs>
                <w:tab w:val="right" w:pos="4572"/>
              </w:tabs>
              <w:jc w:val="right"/>
            </w:pPr>
            <w:bookmarkStart w:id="3" w:name="symbol"/>
            <w:bookmarkEnd w:id="3"/>
            <w:r>
              <w:t>HGDM 1/5/xx</w:t>
            </w:r>
          </w:p>
          <w:p w:rsidR="00A804CC" w:rsidRDefault="00A804CC" w:rsidP="006241DD">
            <w:pPr>
              <w:tabs>
                <w:tab w:val="right" w:pos="4572"/>
              </w:tabs>
              <w:jc w:val="right"/>
            </w:pPr>
            <w:r>
              <w:tab/>
            </w:r>
            <w:bookmarkStart w:id="4" w:name="date"/>
            <w:bookmarkEnd w:id="4"/>
            <w:r w:rsidR="006241DD">
              <w:fldChar w:fldCharType="begin">
                <w:ffData>
                  <w:name w:val="Text10"/>
                  <w:enabled w:val="0"/>
                  <w:calcOnExit w:val="0"/>
                  <w:textInput>
                    <w:type w:val="currentTime"/>
                    <w:format w:val="dd MMMM yyyy"/>
                  </w:textInput>
                </w:ffData>
              </w:fldChar>
            </w:r>
            <w:bookmarkStart w:id="5" w:name="Text10"/>
            <w:r w:rsidR="006241DD">
              <w:instrText xml:space="preserve"> FORMTEXT </w:instrText>
            </w:r>
            <w:r w:rsidR="006241DD">
              <w:fldChar w:fldCharType="begin"/>
            </w:r>
            <w:r w:rsidR="006241DD">
              <w:instrText xml:space="preserve"> DATE \@ "dd MMMM yyyy" </w:instrText>
            </w:r>
            <w:r w:rsidR="006241DD">
              <w:fldChar w:fldCharType="separate"/>
            </w:r>
            <w:r w:rsidR="00D122AC">
              <w:rPr>
                <w:noProof/>
              </w:rPr>
              <w:instrText>21 September 2017</w:instrText>
            </w:r>
            <w:r w:rsidR="006241DD">
              <w:fldChar w:fldCharType="end"/>
            </w:r>
            <w:r w:rsidR="006241DD">
              <w:fldChar w:fldCharType="separate"/>
            </w:r>
            <w:r w:rsidR="00A666E7">
              <w:rPr>
                <w:noProof/>
              </w:rPr>
              <w:t>21 September 2017</w:t>
            </w:r>
            <w:r w:rsidR="006241DD">
              <w:fldChar w:fldCharType="end"/>
            </w:r>
            <w:bookmarkEnd w:id="5"/>
          </w:p>
          <w:p w:rsidR="00A804CC" w:rsidRDefault="00A804CC">
            <w:pPr>
              <w:tabs>
                <w:tab w:val="right" w:pos="4572"/>
              </w:tabs>
              <w:spacing w:after="58"/>
              <w:jc w:val="right"/>
            </w:pPr>
            <w:r>
              <w:t xml:space="preserve"> </w:t>
            </w:r>
            <w:bookmarkStart w:id="6" w:name="language"/>
            <w:bookmarkEnd w:id="6"/>
            <w:r w:rsidR="005335C7">
              <w:t>Original:  ENGLISH</w:t>
            </w:r>
          </w:p>
        </w:tc>
      </w:tr>
    </w:tbl>
    <w:p w:rsidR="00A804CC" w:rsidRDefault="00A804CC">
      <w:pPr>
        <w:tabs>
          <w:tab w:val="left" w:pos="720"/>
          <w:tab w:val="left" w:pos="1440"/>
          <w:tab w:val="left" w:pos="2160"/>
          <w:tab w:val="left" w:pos="2880"/>
        </w:tabs>
      </w:pPr>
      <w:bookmarkStart w:id="7" w:name="_GoBack"/>
      <w:bookmarkEnd w:id="7"/>
    </w:p>
    <w:p w:rsidR="005335C7" w:rsidRDefault="00A666E7" w:rsidP="005335C7">
      <w:pPr>
        <w:tabs>
          <w:tab w:val="left" w:pos="720"/>
          <w:tab w:val="left" w:pos="1440"/>
          <w:tab w:val="left" w:pos="2160"/>
          <w:tab w:val="left" w:pos="2880"/>
        </w:tabs>
        <w:jc w:val="center"/>
        <w:rPr>
          <w:b/>
        </w:rPr>
      </w:pPr>
      <w:bookmarkStart w:id="8" w:name="headings"/>
      <w:bookmarkEnd w:id="8"/>
      <w:r>
        <w:rPr>
          <w:b/>
        </w:rPr>
        <w:t>DEVELOPMENT OF A DEFINITION FOR MSPs AND CONSIDERATION FOR</w:t>
      </w:r>
      <w:r>
        <w:rPr>
          <w:b/>
        </w:rPr>
        <w:br/>
        <w:t>THE HARMONIZATION OF THE FORMAT AND STRUCTURE OF MSPs</w:t>
      </w:r>
    </w:p>
    <w:p w:rsidR="00A666E7" w:rsidRDefault="00A666E7" w:rsidP="005335C7">
      <w:pPr>
        <w:tabs>
          <w:tab w:val="left" w:pos="720"/>
          <w:tab w:val="left" w:pos="1440"/>
          <w:tab w:val="left" w:pos="2160"/>
          <w:tab w:val="left" w:pos="2880"/>
        </w:tabs>
        <w:jc w:val="center"/>
        <w:rPr>
          <w:b/>
        </w:rPr>
      </w:pPr>
    </w:p>
    <w:p w:rsidR="00A666E7" w:rsidRDefault="00A666E7" w:rsidP="005335C7">
      <w:pPr>
        <w:tabs>
          <w:tab w:val="left" w:pos="720"/>
          <w:tab w:val="left" w:pos="1440"/>
          <w:tab w:val="left" w:pos="2160"/>
          <w:tab w:val="left" w:pos="2880"/>
        </w:tabs>
        <w:jc w:val="center"/>
        <w:rPr>
          <w:b/>
        </w:rPr>
      </w:pPr>
      <w:r>
        <w:rPr>
          <w:b/>
        </w:rPr>
        <w:t>Submitted by IALA</w:t>
      </w:r>
    </w:p>
    <w:p w:rsidR="00A804CC" w:rsidRPr="005335C7" w:rsidRDefault="00A804CC" w:rsidP="005335C7">
      <w:pPr>
        <w:tabs>
          <w:tab w:val="left" w:pos="720"/>
          <w:tab w:val="left" w:pos="1440"/>
          <w:tab w:val="left" w:pos="2160"/>
          <w:tab w:val="left" w:pos="2880"/>
        </w:tabs>
        <w:rPr>
          <w:b/>
        </w:rPr>
      </w:pPr>
    </w:p>
    <w:tbl>
      <w:tblPr>
        <w:tblW w:w="0" w:type="auto"/>
        <w:tblInd w:w="284" w:type="dxa"/>
        <w:tblLayout w:type="fixed"/>
        <w:tblCellMar>
          <w:left w:w="132" w:type="dxa"/>
          <w:right w:w="132" w:type="dxa"/>
        </w:tblCellMar>
        <w:tblLook w:val="0000" w:firstRow="0" w:lastRow="0" w:firstColumn="0" w:lastColumn="0" w:noHBand="0" w:noVBand="0"/>
      </w:tblPr>
      <w:tblGrid>
        <w:gridCol w:w="2520"/>
        <w:gridCol w:w="6448"/>
      </w:tblGrid>
      <w:tr w:rsidR="00A804CC" w:rsidRPr="00CD0E82">
        <w:tc>
          <w:tcPr>
            <w:tcW w:w="8968" w:type="dxa"/>
            <w:gridSpan w:val="2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284" w:type="dxa"/>
              <w:left w:w="284" w:type="dxa"/>
              <w:bottom w:w="284" w:type="dxa"/>
              <w:right w:w="284" w:type="dxa"/>
            </w:tcMar>
          </w:tcPr>
          <w:p w:rsidR="00A804CC" w:rsidRPr="00CD0E82" w:rsidRDefault="00A804CC">
            <w:pPr>
              <w:spacing w:line="120" w:lineRule="exact"/>
            </w:pPr>
          </w:p>
          <w:p w:rsidR="00A804CC" w:rsidRPr="00C055FE" w:rsidRDefault="00A804CC" w:rsidP="00332C37">
            <w:pPr>
              <w:tabs>
                <w:tab w:val="clear" w:pos="851"/>
              </w:tabs>
              <w:spacing w:after="58"/>
              <w:jc w:val="center"/>
              <w:rPr>
                <w:b/>
                <w:bCs/>
              </w:rPr>
            </w:pPr>
            <w:r w:rsidRPr="00C055FE">
              <w:rPr>
                <w:b/>
                <w:bCs/>
              </w:rPr>
              <w:t>SUMMARY</w:t>
            </w:r>
          </w:p>
        </w:tc>
      </w:tr>
      <w:tr w:rsidR="00A804CC" w:rsidRPr="00CD0E82">
        <w:tc>
          <w:tcPr>
            <w:tcW w:w="2520" w:type="dxa"/>
            <w:tcBorders>
              <w:left w:val="single" w:sz="7" w:space="0" w:color="000000"/>
            </w:tcBorders>
            <w:tcMar>
              <w:top w:w="130" w:type="dxa"/>
              <w:bottom w:w="130" w:type="dxa"/>
            </w:tcMar>
          </w:tcPr>
          <w:p w:rsidR="00A804CC" w:rsidRPr="00CD0E82" w:rsidRDefault="00A804CC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58"/>
            </w:pPr>
            <w:r w:rsidRPr="00CD0E82">
              <w:rPr>
                <w:i/>
              </w:rPr>
              <w:t>Executive summary:</w:t>
            </w:r>
          </w:p>
        </w:tc>
        <w:tc>
          <w:tcPr>
            <w:tcW w:w="6448" w:type="dxa"/>
            <w:tcBorders>
              <w:right w:val="single" w:sz="7" w:space="0" w:color="000000"/>
            </w:tcBorders>
            <w:tcMar>
              <w:top w:w="130" w:type="dxa"/>
              <w:bottom w:w="130" w:type="dxa"/>
            </w:tcMar>
          </w:tcPr>
          <w:p w:rsidR="00A804CC" w:rsidRPr="00CD0E82" w:rsidRDefault="00A666E7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58"/>
            </w:pPr>
            <w:bookmarkStart w:id="9" w:name="Execsum"/>
            <w:bookmarkEnd w:id="9"/>
            <w:r>
              <w:t>This paper informs the HGDM of recent meeting of IALA e-</w:t>
            </w:r>
            <w:proofErr w:type="spellStart"/>
            <w:r>
              <w:t>nav</w:t>
            </w:r>
            <w:proofErr w:type="spellEnd"/>
            <w:r>
              <w:t xml:space="preserve"> committee</w:t>
            </w:r>
          </w:p>
        </w:tc>
      </w:tr>
      <w:tr w:rsidR="0006181F" w:rsidRPr="00CD0E82">
        <w:tc>
          <w:tcPr>
            <w:tcW w:w="2520" w:type="dxa"/>
            <w:tcBorders>
              <w:left w:val="single" w:sz="7" w:space="0" w:color="000000"/>
            </w:tcBorders>
            <w:tcMar>
              <w:top w:w="130" w:type="dxa"/>
              <w:bottom w:w="130" w:type="dxa"/>
            </w:tcMar>
          </w:tcPr>
          <w:p w:rsidR="0006181F" w:rsidRPr="00CD0E82" w:rsidRDefault="0006181F" w:rsidP="00C66CE9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58"/>
            </w:pPr>
            <w:r w:rsidRPr="00CD0E82">
              <w:rPr>
                <w:i/>
              </w:rPr>
              <w:t>Strategic direction:</w:t>
            </w:r>
          </w:p>
        </w:tc>
        <w:tc>
          <w:tcPr>
            <w:tcW w:w="6448" w:type="dxa"/>
            <w:tcBorders>
              <w:right w:val="single" w:sz="7" w:space="0" w:color="000000"/>
            </w:tcBorders>
            <w:tcMar>
              <w:top w:w="130" w:type="dxa"/>
              <w:bottom w:w="130" w:type="dxa"/>
            </w:tcMar>
          </w:tcPr>
          <w:p w:rsidR="0006181F" w:rsidRPr="00CD0E82" w:rsidRDefault="0006181F" w:rsidP="00C66CE9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58"/>
            </w:pPr>
            <w:r w:rsidRPr="00CD0E82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CD0E82">
              <w:instrText xml:space="preserve"> FORMTEXT </w:instrText>
            </w:r>
            <w:r w:rsidRPr="00CD0E82">
              <w:fldChar w:fldCharType="separate"/>
            </w:r>
            <w:r w:rsidR="00F25F67">
              <w:rPr>
                <w:noProof/>
              </w:rPr>
              <w:t> </w:t>
            </w:r>
            <w:r w:rsidR="00F25F67">
              <w:rPr>
                <w:noProof/>
              </w:rPr>
              <w:t> </w:t>
            </w:r>
            <w:r w:rsidR="00F25F67">
              <w:rPr>
                <w:noProof/>
              </w:rPr>
              <w:t> </w:t>
            </w:r>
            <w:r w:rsidR="00F25F67">
              <w:rPr>
                <w:noProof/>
              </w:rPr>
              <w:t> </w:t>
            </w:r>
            <w:r w:rsidR="00F25F67">
              <w:rPr>
                <w:noProof/>
              </w:rPr>
              <w:t> </w:t>
            </w:r>
            <w:r w:rsidRPr="00CD0E82">
              <w:fldChar w:fldCharType="end"/>
            </w:r>
          </w:p>
        </w:tc>
      </w:tr>
      <w:tr w:rsidR="0006181F" w:rsidRPr="00CD0E82">
        <w:tc>
          <w:tcPr>
            <w:tcW w:w="2520" w:type="dxa"/>
            <w:tcBorders>
              <w:left w:val="single" w:sz="7" w:space="0" w:color="000000"/>
            </w:tcBorders>
            <w:tcMar>
              <w:top w:w="130" w:type="dxa"/>
              <w:bottom w:w="130" w:type="dxa"/>
            </w:tcMar>
          </w:tcPr>
          <w:p w:rsidR="0006181F" w:rsidRPr="00CD0E82" w:rsidRDefault="0006181F" w:rsidP="00C66CE9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58"/>
            </w:pPr>
            <w:r w:rsidRPr="00CD0E82">
              <w:rPr>
                <w:i/>
              </w:rPr>
              <w:t>High-level action:</w:t>
            </w:r>
          </w:p>
        </w:tc>
        <w:tc>
          <w:tcPr>
            <w:tcW w:w="6448" w:type="dxa"/>
            <w:tcBorders>
              <w:right w:val="single" w:sz="7" w:space="0" w:color="000000"/>
            </w:tcBorders>
            <w:tcMar>
              <w:top w:w="130" w:type="dxa"/>
              <w:bottom w:w="130" w:type="dxa"/>
            </w:tcMar>
          </w:tcPr>
          <w:p w:rsidR="0006181F" w:rsidRPr="00CD0E82" w:rsidRDefault="0006181F" w:rsidP="00C66CE9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58"/>
            </w:pPr>
            <w:r w:rsidRPr="00CD0E82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CD0E82">
              <w:instrText xml:space="preserve"> FORMTEXT </w:instrText>
            </w:r>
            <w:r w:rsidRPr="00CD0E82">
              <w:fldChar w:fldCharType="separate"/>
            </w:r>
            <w:r w:rsidR="00F25F67">
              <w:rPr>
                <w:noProof/>
              </w:rPr>
              <w:t> </w:t>
            </w:r>
            <w:r w:rsidR="00F25F67">
              <w:rPr>
                <w:noProof/>
              </w:rPr>
              <w:t> </w:t>
            </w:r>
            <w:r w:rsidR="00F25F67">
              <w:rPr>
                <w:noProof/>
              </w:rPr>
              <w:t> </w:t>
            </w:r>
            <w:r w:rsidR="00F25F67">
              <w:rPr>
                <w:noProof/>
              </w:rPr>
              <w:t> </w:t>
            </w:r>
            <w:r w:rsidR="00F25F67">
              <w:rPr>
                <w:noProof/>
              </w:rPr>
              <w:t> </w:t>
            </w:r>
            <w:r w:rsidRPr="00CD0E82">
              <w:fldChar w:fldCharType="end"/>
            </w:r>
          </w:p>
        </w:tc>
      </w:tr>
      <w:tr w:rsidR="0006181F" w:rsidRPr="00CD0E82">
        <w:tc>
          <w:tcPr>
            <w:tcW w:w="2520" w:type="dxa"/>
            <w:tcBorders>
              <w:left w:val="single" w:sz="7" w:space="0" w:color="000000"/>
            </w:tcBorders>
            <w:tcMar>
              <w:top w:w="130" w:type="dxa"/>
              <w:bottom w:w="130" w:type="dxa"/>
            </w:tcMar>
          </w:tcPr>
          <w:p w:rsidR="0006181F" w:rsidRPr="00CD0E82" w:rsidRDefault="0006181F" w:rsidP="00C66CE9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58"/>
            </w:pPr>
            <w:r w:rsidRPr="00CD0E82">
              <w:rPr>
                <w:i/>
              </w:rPr>
              <w:t>Planned output:</w:t>
            </w:r>
          </w:p>
        </w:tc>
        <w:tc>
          <w:tcPr>
            <w:tcW w:w="6448" w:type="dxa"/>
            <w:tcBorders>
              <w:right w:val="single" w:sz="7" w:space="0" w:color="000000"/>
            </w:tcBorders>
            <w:tcMar>
              <w:top w:w="130" w:type="dxa"/>
              <w:bottom w:w="130" w:type="dxa"/>
            </w:tcMar>
          </w:tcPr>
          <w:p w:rsidR="0006181F" w:rsidRPr="00CD0E82" w:rsidRDefault="0006181F" w:rsidP="00C66CE9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58"/>
            </w:pPr>
            <w:r w:rsidRPr="00CD0E82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CD0E82">
              <w:instrText xml:space="preserve"> FORMTEXT </w:instrText>
            </w:r>
            <w:r w:rsidRPr="00CD0E82">
              <w:fldChar w:fldCharType="separate"/>
            </w:r>
            <w:r w:rsidR="00F25F67">
              <w:rPr>
                <w:noProof/>
              </w:rPr>
              <w:t> </w:t>
            </w:r>
            <w:r w:rsidR="00F25F67">
              <w:rPr>
                <w:noProof/>
              </w:rPr>
              <w:t> </w:t>
            </w:r>
            <w:r w:rsidR="00F25F67">
              <w:rPr>
                <w:noProof/>
              </w:rPr>
              <w:t> </w:t>
            </w:r>
            <w:r w:rsidR="00F25F67">
              <w:rPr>
                <w:noProof/>
              </w:rPr>
              <w:t> </w:t>
            </w:r>
            <w:r w:rsidR="00F25F67">
              <w:rPr>
                <w:noProof/>
              </w:rPr>
              <w:t> </w:t>
            </w:r>
            <w:r w:rsidRPr="00CD0E82">
              <w:fldChar w:fldCharType="end"/>
            </w:r>
          </w:p>
        </w:tc>
      </w:tr>
      <w:tr w:rsidR="00A804CC" w:rsidRPr="00CD0E82">
        <w:tc>
          <w:tcPr>
            <w:tcW w:w="2520" w:type="dxa"/>
            <w:tcBorders>
              <w:left w:val="single" w:sz="7" w:space="0" w:color="000000"/>
            </w:tcBorders>
            <w:tcMar>
              <w:top w:w="130" w:type="dxa"/>
              <w:bottom w:w="130" w:type="dxa"/>
            </w:tcMar>
          </w:tcPr>
          <w:p w:rsidR="00A804CC" w:rsidRPr="00CD0E82" w:rsidRDefault="00A804CC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58"/>
            </w:pPr>
            <w:r w:rsidRPr="00CD0E82">
              <w:rPr>
                <w:i/>
              </w:rPr>
              <w:t>Action to be taken:</w:t>
            </w:r>
          </w:p>
        </w:tc>
        <w:tc>
          <w:tcPr>
            <w:tcW w:w="6448" w:type="dxa"/>
            <w:tcBorders>
              <w:right w:val="single" w:sz="7" w:space="0" w:color="000000"/>
            </w:tcBorders>
            <w:tcMar>
              <w:top w:w="130" w:type="dxa"/>
              <w:bottom w:w="130" w:type="dxa"/>
            </w:tcMar>
          </w:tcPr>
          <w:p w:rsidR="00A804CC" w:rsidRPr="00CD0E82" w:rsidRDefault="003C253B" w:rsidP="00A666E7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58"/>
            </w:pPr>
            <w:r>
              <w:t xml:space="preserve">Paragraph </w:t>
            </w:r>
            <w:bookmarkStart w:id="10" w:name="Action"/>
            <w:bookmarkEnd w:id="10"/>
            <w:r w:rsidR="00A666E7">
              <w:t>3</w:t>
            </w:r>
          </w:p>
        </w:tc>
      </w:tr>
      <w:tr w:rsidR="00A804CC" w:rsidRPr="00CD0E82">
        <w:tc>
          <w:tcPr>
            <w:tcW w:w="2520" w:type="dxa"/>
            <w:tcBorders>
              <w:left w:val="single" w:sz="7" w:space="0" w:color="000000"/>
              <w:bottom w:val="single" w:sz="7" w:space="0" w:color="000000"/>
            </w:tcBorders>
            <w:tcMar>
              <w:top w:w="130" w:type="dxa"/>
              <w:bottom w:w="130" w:type="dxa"/>
            </w:tcMar>
          </w:tcPr>
          <w:p w:rsidR="00A804CC" w:rsidRPr="00CD0E82" w:rsidRDefault="00A804CC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58"/>
            </w:pPr>
            <w:r w:rsidRPr="00CD0E82">
              <w:rPr>
                <w:i/>
              </w:rPr>
              <w:t>Related documents:</w:t>
            </w:r>
          </w:p>
        </w:tc>
        <w:tc>
          <w:tcPr>
            <w:tcW w:w="6448" w:type="dxa"/>
            <w:tcBorders>
              <w:bottom w:val="single" w:sz="7" w:space="0" w:color="000000"/>
              <w:right w:val="single" w:sz="7" w:space="0" w:color="000000"/>
            </w:tcBorders>
            <w:tcMar>
              <w:top w:w="130" w:type="dxa"/>
              <w:bottom w:w="130" w:type="dxa"/>
            </w:tcMar>
          </w:tcPr>
          <w:p w:rsidR="00A804CC" w:rsidRPr="00CD0E82" w:rsidRDefault="00A666E7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58"/>
            </w:pPr>
            <w:bookmarkStart w:id="11" w:name="Reldoc"/>
            <w:bookmarkEnd w:id="11"/>
            <w:r>
              <w:t>HGDM 1/5  HGDM 1/5/2</w:t>
            </w:r>
          </w:p>
        </w:tc>
      </w:tr>
    </w:tbl>
    <w:p w:rsidR="00A804CC" w:rsidRDefault="00A804CC"/>
    <w:p w:rsidR="005E4882" w:rsidRDefault="005E4882"/>
    <w:p w:rsidR="00457B66" w:rsidRDefault="00A666E7" w:rsidP="003E50CD">
      <w:pPr>
        <w:rPr>
          <w:b/>
        </w:rPr>
      </w:pPr>
      <w:bookmarkStart w:id="12" w:name="main_document"/>
      <w:bookmarkEnd w:id="12"/>
      <w:r w:rsidRPr="00A666E7">
        <w:rPr>
          <w:b/>
        </w:rPr>
        <w:t>Introduction</w:t>
      </w:r>
    </w:p>
    <w:p w:rsidR="00A666E7" w:rsidRDefault="00A666E7" w:rsidP="003E50CD">
      <w:pPr>
        <w:rPr>
          <w:b/>
        </w:rPr>
      </w:pPr>
    </w:p>
    <w:p w:rsidR="00A666E7" w:rsidRDefault="00A666E7" w:rsidP="003E50CD">
      <w:r w:rsidRPr="00A666E7">
        <w:t>1.</w:t>
      </w:r>
      <w:r w:rsidRPr="00A666E7">
        <w:tab/>
      </w:r>
      <w:r>
        <w:t>IALA e-</w:t>
      </w:r>
      <w:proofErr w:type="spellStart"/>
      <w:r>
        <w:t>nav</w:t>
      </w:r>
      <w:proofErr w:type="spellEnd"/>
      <w:r>
        <w:t xml:space="preserve"> committee met between the 18 and 22 of September to continue its work on the draft Guidelines on MSPs and associated technical specifications</w:t>
      </w:r>
    </w:p>
    <w:p w:rsidR="00A666E7" w:rsidRDefault="00A666E7" w:rsidP="003E50CD"/>
    <w:p w:rsidR="00A666E7" w:rsidRDefault="00A666E7" w:rsidP="003E50CD">
      <w:r>
        <w:t xml:space="preserve">2. </w:t>
      </w:r>
      <w:r>
        <w:tab/>
        <w:t>New draft versions were completed and can be made available to the Organization to assist in the work of this group if desired</w:t>
      </w:r>
    </w:p>
    <w:p w:rsidR="00A666E7" w:rsidRDefault="00A666E7" w:rsidP="003E50CD"/>
    <w:p w:rsidR="00A666E7" w:rsidRPr="00A666E7" w:rsidRDefault="00A666E7" w:rsidP="003E50CD">
      <w:pPr>
        <w:rPr>
          <w:b/>
        </w:rPr>
      </w:pPr>
      <w:r w:rsidRPr="00A666E7">
        <w:rPr>
          <w:b/>
        </w:rPr>
        <w:t>Action</w:t>
      </w:r>
    </w:p>
    <w:p w:rsidR="00A666E7" w:rsidRDefault="00A666E7" w:rsidP="003E50CD"/>
    <w:p w:rsidR="00A666E7" w:rsidRPr="00A666E7" w:rsidRDefault="00A666E7" w:rsidP="003E50CD">
      <w:r>
        <w:t>3.</w:t>
      </w:r>
      <w:r>
        <w:tab/>
        <w:t xml:space="preserve">The HGDM is invited to note the further development of the guidelines and associated </w:t>
      </w:r>
      <w:proofErr w:type="spellStart"/>
      <w:r>
        <w:t>ical</w:t>
      </w:r>
      <w:proofErr w:type="spellEnd"/>
      <w:r>
        <w:t xml:space="preserve"> specifications</w:t>
      </w:r>
    </w:p>
    <w:p w:rsidR="00A666E7" w:rsidRDefault="00A666E7" w:rsidP="003E50CD"/>
    <w:p w:rsidR="00A666E7" w:rsidRDefault="00A666E7" w:rsidP="003E50CD"/>
    <w:sectPr w:rsidR="00A666E7" w:rsidSect="00457B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418" w:bottom="1418" w:left="1418" w:header="851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4928" w:rsidRDefault="00044928">
      <w:r>
        <w:separator/>
      </w:r>
    </w:p>
  </w:endnote>
  <w:endnote w:type="continuationSeparator" w:id="0">
    <w:p w:rsidR="00044928" w:rsidRDefault="00044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578" w:rsidRDefault="000A0578" w:rsidP="005335C7">
    <w:pPr>
      <w:pStyle w:val="Footer"/>
    </w:pPr>
  </w:p>
  <w:p w:rsidR="000A0578" w:rsidRPr="00EB41B4" w:rsidRDefault="000A0578" w:rsidP="00EB41B4">
    <w:pPr>
      <w:pStyle w:val="Footer"/>
      <w:pBdr>
        <w:top w:val="single" w:sz="4" w:space="1" w:color="auto"/>
      </w:pBdr>
      <w:rPr>
        <w:lang w:val="en-US"/>
      </w:rPr>
    </w:pPr>
    <w:r w:rsidRPr="00457B66">
      <w:rPr>
        <w:lang w:val="en-US"/>
      </w:rPr>
      <w:fldChar w:fldCharType="begin"/>
    </w:r>
    <w:r w:rsidRPr="00457B66">
      <w:rPr>
        <w:lang w:val="en-US"/>
      </w:rPr>
      <w:instrText xml:space="preserve"> FILENAME </w:instrText>
    </w:r>
    <w:r w:rsidRPr="00457B66">
      <w:rPr>
        <w:lang w:val="en-US"/>
      </w:rPr>
      <w:fldChar w:fldCharType="separate"/>
    </w:r>
    <w:r w:rsidR="00A666E7">
      <w:rPr>
        <w:noProof/>
        <w:lang w:val="en-US"/>
      </w:rPr>
      <w:t>Document2</w:t>
    </w:r>
    <w:r w:rsidRPr="00457B66">
      <w:rPr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578" w:rsidRDefault="000A0578" w:rsidP="005335C7">
    <w:pPr>
      <w:pStyle w:val="Footer"/>
      <w:rPr>
        <w:lang w:val="en-US"/>
      </w:rPr>
    </w:pPr>
  </w:p>
  <w:p w:rsidR="000A0578" w:rsidRPr="00E71C83" w:rsidRDefault="000A0578" w:rsidP="00E71C83">
    <w:pPr>
      <w:pStyle w:val="Footer"/>
      <w:pBdr>
        <w:top w:val="single" w:sz="4" w:space="1" w:color="auto"/>
      </w:pBdr>
      <w:rPr>
        <w:lang w:val="en-US"/>
      </w:rPr>
    </w:pPr>
    <w:r w:rsidRPr="008E79F5">
      <w:rPr>
        <w:lang w:val="en-US"/>
      </w:rPr>
      <w:fldChar w:fldCharType="begin"/>
    </w:r>
    <w:r w:rsidRPr="008E79F5">
      <w:rPr>
        <w:lang w:val="en-US"/>
      </w:rPr>
      <w:instrText xml:space="preserve"> FILENAME </w:instrText>
    </w:r>
    <w:r w:rsidRPr="008E79F5">
      <w:rPr>
        <w:lang w:val="en-US"/>
      </w:rPr>
      <w:fldChar w:fldCharType="separate"/>
    </w:r>
    <w:r w:rsidR="00A666E7">
      <w:rPr>
        <w:noProof/>
        <w:lang w:val="en-US"/>
      </w:rPr>
      <w:t>Document2</w:t>
    </w:r>
    <w:r w:rsidRPr="008E79F5">
      <w:rPr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578" w:rsidRDefault="000A0578" w:rsidP="005335C7">
    <w:pPr>
      <w:pStyle w:val="Footer"/>
    </w:pPr>
  </w:p>
  <w:p w:rsidR="000A0578" w:rsidRPr="00194927" w:rsidRDefault="000A0578" w:rsidP="00194927">
    <w:pPr>
      <w:pStyle w:val="Footer"/>
      <w:pBdr>
        <w:top w:val="single" w:sz="4" w:space="1" w:color="auto"/>
      </w:pBdr>
      <w:rPr>
        <w:lang w:val="en-US"/>
      </w:rPr>
    </w:pPr>
    <w:r w:rsidRPr="00F64674">
      <w:rPr>
        <w:lang w:val="en-US"/>
      </w:rPr>
      <w:fldChar w:fldCharType="begin"/>
    </w:r>
    <w:r w:rsidRPr="00F64674">
      <w:rPr>
        <w:lang w:val="en-US"/>
      </w:rPr>
      <w:instrText xml:space="preserve"> FILENAME </w:instrText>
    </w:r>
    <w:r w:rsidRPr="00F64674">
      <w:rPr>
        <w:lang w:val="en-US"/>
      </w:rPr>
      <w:fldChar w:fldCharType="separate"/>
    </w:r>
    <w:r w:rsidR="00A666E7">
      <w:rPr>
        <w:noProof/>
        <w:lang w:val="en-US"/>
      </w:rPr>
      <w:t>Document2</w:t>
    </w:r>
    <w:r w:rsidRPr="00F64674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4928" w:rsidRDefault="00044928">
      <w:r>
        <w:separator/>
      </w:r>
    </w:p>
  </w:footnote>
  <w:footnote w:type="continuationSeparator" w:id="0">
    <w:p w:rsidR="00044928" w:rsidRDefault="000449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578" w:rsidRPr="005335C7" w:rsidRDefault="000A0578" w:rsidP="00EB41B4">
    <w:pPr>
      <w:pStyle w:val="Header"/>
      <w:tabs>
        <w:tab w:val="clear" w:pos="4153"/>
        <w:tab w:val="clear" w:pos="8306"/>
        <w:tab w:val="center" w:pos="4680"/>
        <w:tab w:val="right" w:pos="9360"/>
      </w:tabs>
      <w:jc w:val="left"/>
      <w:rPr>
        <w:lang w:val="en-US"/>
      </w:rPr>
    </w:pPr>
    <w:proofErr w:type="gramStart"/>
    <w:r>
      <w:rPr>
        <w:lang w:val="en-US"/>
      </w:rPr>
      <w:t>doc</w:t>
    </w:r>
    <w:proofErr w:type="gramEnd"/>
    <w:r>
      <w:rPr>
        <w:lang w:val="en-US"/>
      </w:rPr>
      <w:t xml:space="preserve"> symbol</w:t>
    </w:r>
  </w:p>
  <w:p w:rsidR="000A0578" w:rsidRPr="005335C7" w:rsidRDefault="000A0578" w:rsidP="00EB41B4">
    <w:pPr>
      <w:pStyle w:val="Header"/>
      <w:pBdr>
        <w:bottom w:val="single" w:sz="4" w:space="1" w:color="auto"/>
      </w:pBdr>
      <w:tabs>
        <w:tab w:val="clear" w:pos="4153"/>
        <w:tab w:val="clear" w:pos="8306"/>
        <w:tab w:val="center" w:pos="4680"/>
        <w:tab w:val="right" w:pos="9360"/>
      </w:tabs>
      <w:jc w:val="left"/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666E7">
      <w:rPr>
        <w:rStyle w:val="PageNumber"/>
        <w:noProof/>
      </w:rPr>
      <w:t>2</w:t>
    </w:r>
    <w:r>
      <w:rPr>
        <w:rStyle w:val="PageNumber"/>
      </w:rPr>
      <w:fldChar w:fldCharType="end"/>
    </w:r>
  </w:p>
  <w:p w:rsidR="000A0578" w:rsidRPr="005335C7" w:rsidRDefault="000A0578" w:rsidP="005335C7">
    <w:pPr>
      <w:pStyle w:val="Header"/>
      <w:tabs>
        <w:tab w:val="clear" w:pos="4153"/>
        <w:tab w:val="clear" w:pos="8306"/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578" w:rsidRPr="005335C7" w:rsidRDefault="000A0578" w:rsidP="009E7EF3">
    <w:pPr>
      <w:pStyle w:val="Header"/>
      <w:tabs>
        <w:tab w:val="clear" w:pos="4153"/>
        <w:tab w:val="clear" w:pos="8306"/>
        <w:tab w:val="center" w:pos="4680"/>
        <w:tab w:val="right" w:pos="9360"/>
      </w:tabs>
      <w:jc w:val="right"/>
      <w:rPr>
        <w:lang w:val="en-US"/>
      </w:rPr>
    </w:pPr>
    <w:proofErr w:type="gramStart"/>
    <w:r w:rsidRPr="005335C7">
      <w:rPr>
        <w:lang w:val="en-US"/>
      </w:rPr>
      <w:t>doc</w:t>
    </w:r>
    <w:proofErr w:type="gramEnd"/>
    <w:r w:rsidRPr="005335C7">
      <w:rPr>
        <w:lang w:val="en-US"/>
      </w:rPr>
      <w:t xml:space="preserve"> symbol</w:t>
    </w:r>
  </w:p>
  <w:p w:rsidR="000A0578" w:rsidRDefault="000A0578" w:rsidP="009E7EF3">
    <w:pPr>
      <w:pStyle w:val="Header"/>
      <w:pBdr>
        <w:bottom w:val="single" w:sz="4" w:space="1" w:color="auto"/>
      </w:pBdr>
      <w:tabs>
        <w:tab w:val="clear" w:pos="4153"/>
        <w:tab w:val="clear" w:pos="8306"/>
        <w:tab w:val="center" w:pos="4680"/>
        <w:tab w:val="right" w:pos="9360"/>
      </w:tabs>
      <w:jc w:val="right"/>
      <w:rPr>
        <w:rStyle w:val="PageNumber"/>
      </w:rPr>
    </w:pPr>
    <w:r w:rsidRPr="009E7EF3">
      <w:rPr>
        <w:bdr w:val="single" w:sz="4" w:space="0" w:color="auto"/>
      </w:rPr>
      <w:t xml:space="preserve">Page </w:t>
    </w:r>
    <w:r w:rsidRPr="009E7EF3">
      <w:rPr>
        <w:rStyle w:val="PageNumber"/>
        <w:bdr w:val="single" w:sz="4" w:space="0" w:color="auto"/>
      </w:rPr>
      <w:fldChar w:fldCharType="begin"/>
    </w:r>
    <w:r w:rsidRPr="009E7EF3">
      <w:rPr>
        <w:rStyle w:val="PageNumber"/>
        <w:bdr w:val="single" w:sz="4" w:space="0" w:color="auto"/>
      </w:rPr>
      <w:instrText xml:space="preserve"> PAGE </w:instrText>
    </w:r>
    <w:r w:rsidRPr="009E7EF3">
      <w:rPr>
        <w:rStyle w:val="PageNumber"/>
        <w:bdr w:val="single" w:sz="4" w:space="0" w:color="auto"/>
      </w:rPr>
      <w:fldChar w:fldCharType="separate"/>
    </w:r>
    <w:r>
      <w:rPr>
        <w:rStyle w:val="PageNumber"/>
        <w:noProof/>
        <w:bdr w:val="single" w:sz="4" w:space="0" w:color="auto"/>
      </w:rPr>
      <w:t>1</w:t>
    </w:r>
    <w:r w:rsidRPr="009E7EF3">
      <w:rPr>
        <w:rStyle w:val="PageNumber"/>
        <w:bdr w:val="single" w:sz="4" w:space="0" w:color="auto"/>
      </w:rPr>
      <w:fldChar w:fldCharType="end"/>
    </w:r>
  </w:p>
  <w:p w:rsidR="000A0578" w:rsidRPr="005335C7" w:rsidRDefault="000A0578" w:rsidP="009E7EF3">
    <w:pPr>
      <w:pStyle w:val="Header"/>
      <w:tabs>
        <w:tab w:val="clear" w:pos="4153"/>
        <w:tab w:val="clear" w:pos="8306"/>
        <w:tab w:val="center" w:pos="4680"/>
        <w:tab w:val="right" w:pos="9360"/>
      </w:tabs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2AC" w:rsidRDefault="00D122AC" w:rsidP="00D122AC">
    <w:pPr>
      <w:pStyle w:val="Header"/>
      <w:jc w:val="right"/>
    </w:pPr>
    <w:r>
      <w:t>ENAV21-14.1.15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79EA1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B21C56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851"/>
  <w:evenAndOddHeaders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nnexno" w:val="1"/>
    <w:docVar w:name="AskAnnex" w:val="Yes"/>
    <w:docVar w:name="Div" w:val="ignore"/>
    <w:docVar w:name="SingleAnnex" w:val="No"/>
    <w:docVar w:name="Symbol" w:val="doc symbol"/>
  </w:docVars>
  <w:rsids>
    <w:rsidRoot w:val="00A666E7"/>
    <w:rsid w:val="00044928"/>
    <w:rsid w:val="0006181F"/>
    <w:rsid w:val="000A0578"/>
    <w:rsid w:val="000A30FA"/>
    <w:rsid w:val="000F25FE"/>
    <w:rsid w:val="001401DA"/>
    <w:rsid w:val="00194927"/>
    <w:rsid w:val="00213B3A"/>
    <w:rsid w:val="002370C4"/>
    <w:rsid w:val="00255204"/>
    <w:rsid w:val="002F2AE6"/>
    <w:rsid w:val="00302D48"/>
    <w:rsid w:val="00332C37"/>
    <w:rsid w:val="003351AD"/>
    <w:rsid w:val="003C253B"/>
    <w:rsid w:val="003E50CD"/>
    <w:rsid w:val="00421A94"/>
    <w:rsid w:val="00445990"/>
    <w:rsid w:val="0045114D"/>
    <w:rsid w:val="00457B66"/>
    <w:rsid w:val="00503164"/>
    <w:rsid w:val="005335C7"/>
    <w:rsid w:val="005E4882"/>
    <w:rsid w:val="005F39BB"/>
    <w:rsid w:val="006241DD"/>
    <w:rsid w:val="006F5234"/>
    <w:rsid w:val="0078026D"/>
    <w:rsid w:val="007D3ACC"/>
    <w:rsid w:val="008A6054"/>
    <w:rsid w:val="008E79F5"/>
    <w:rsid w:val="00964496"/>
    <w:rsid w:val="009E7EF3"/>
    <w:rsid w:val="00A666E7"/>
    <w:rsid w:val="00A804CC"/>
    <w:rsid w:val="00A877A9"/>
    <w:rsid w:val="00AB4E93"/>
    <w:rsid w:val="00B615A1"/>
    <w:rsid w:val="00BD7456"/>
    <w:rsid w:val="00C055FE"/>
    <w:rsid w:val="00C1788C"/>
    <w:rsid w:val="00C57407"/>
    <w:rsid w:val="00C627D9"/>
    <w:rsid w:val="00C66CE9"/>
    <w:rsid w:val="00C869CE"/>
    <w:rsid w:val="00C87AE5"/>
    <w:rsid w:val="00CD0E82"/>
    <w:rsid w:val="00D122AC"/>
    <w:rsid w:val="00D61E14"/>
    <w:rsid w:val="00DC6C70"/>
    <w:rsid w:val="00DF7B86"/>
    <w:rsid w:val="00E71C83"/>
    <w:rsid w:val="00EB41B4"/>
    <w:rsid w:val="00EE657E"/>
    <w:rsid w:val="00F25F67"/>
    <w:rsid w:val="00F64674"/>
    <w:rsid w:val="00F84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EFEBEF2-9F0C-4401-9783-6751AE334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2C37"/>
    <w:pPr>
      <w:tabs>
        <w:tab w:val="left" w:pos="851"/>
      </w:tabs>
      <w:jc w:val="both"/>
    </w:pPr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pPr>
      <w:outlineLvl w:val="0"/>
    </w:pPr>
  </w:style>
  <w:style w:type="paragraph" w:styleId="Heading2">
    <w:name w:val="heading 2"/>
    <w:basedOn w:val="Normal"/>
    <w:next w:val="Normal"/>
    <w:qFormat/>
    <w:pPr>
      <w:outlineLvl w:val="1"/>
    </w:pPr>
  </w:style>
  <w:style w:type="paragraph" w:styleId="Heading3">
    <w:name w:val="heading 3"/>
    <w:basedOn w:val="Normal"/>
    <w:next w:val="Normal"/>
    <w:qFormat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6F5234"/>
    <w:rPr>
      <w:rFonts w:ascii="Arial" w:hAnsi="Arial"/>
      <w:sz w:val="22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D0E82"/>
    <w:pPr>
      <w:tabs>
        <w:tab w:val="center" w:pos="4153"/>
        <w:tab w:val="right" w:pos="8306"/>
      </w:tabs>
    </w:pPr>
    <w:rPr>
      <w:sz w:val="20"/>
    </w:rPr>
  </w:style>
  <w:style w:type="character" w:styleId="FootnoteReference">
    <w:name w:val="footnote reference"/>
    <w:basedOn w:val="DefaultParagraphFont"/>
    <w:rsid w:val="00194927"/>
    <w:rPr>
      <w:rFonts w:ascii="Arial" w:hAnsi="Arial"/>
      <w:sz w:val="22"/>
      <w:vertAlign w:val="superscript"/>
    </w:rPr>
  </w:style>
  <w:style w:type="paragraph" w:styleId="FootnoteText">
    <w:name w:val="footnote text"/>
    <w:basedOn w:val="Normal"/>
    <w:rsid w:val="00194927"/>
    <w:pPr>
      <w:ind w:left="567" w:hanging="567"/>
    </w:pPr>
    <w:rPr>
      <w:sz w:val="18"/>
    </w:rPr>
  </w:style>
  <w:style w:type="paragraph" w:customStyle="1" w:styleId="CharCharChar">
    <w:name w:val="Char Char Char"/>
    <w:basedOn w:val="Normal"/>
    <w:rsid w:val="00194927"/>
    <w:rPr>
      <w:szCs w:val="24"/>
      <w:lang w:val="pl-PL" w:eastAsia="pl-PL"/>
    </w:rPr>
  </w:style>
  <w:style w:type="table" w:styleId="TableGrid">
    <w:name w:val="Table Grid"/>
    <w:basedOn w:val="TableNormal"/>
    <w:rsid w:val="00C87AE5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3A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AC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O%20inpu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ED769-8C24-442B-9174-89A84CF8F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IMO input.dotx</Template>
  <TotalTime>9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Session</vt:lpstr>
    </vt:vector>
  </TitlesOfParts>
  <Company>CIRM</Company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Session</dc:title>
  <dc:creator>Administrator</dc:creator>
  <cp:lastModifiedBy>Seamus Doyle</cp:lastModifiedBy>
  <cp:revision>2</cp:revision>
  <cp:lastPrinted>2005-06-29T15:52:00Z</cp:lastPrinted>
  <dcterms:created xsi:type="dcterms:W3CDTF">2017-09-21T13:13:00Z</dcterms:created>
  <dcterms:modified xsi:type="dcterms:W3CDTF">2017-09-21T13:27:00Z</dcterms:modified>
</cp:coreProperties>
</file>